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88FA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6CEBF718"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33735678"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6AC91215" w14:textId="77777777" w:rsidR="00727FFB" w:rsidRDefault="00727FFB" w:rsidP="000C1BA4">
      <w:pPr>
        <w:rPr>
          <w:rFonts w:asciiTheme="minorHAnsi" w:hAnsiTheme="minorHAnsi" w:cstheme="minorHAnsi"/>
        </w:rPr>
      </w:pPr>
    </w:p>
    <w:p w14:paraId="3EC79D53"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sidRPr="00081A46">
          <w:rPr>
            <w:rStyle w:val="normaltextrun"/>
            <w:rFonts w:ascii="Calibri" w:hAnsi="Calibri" w:cs="Calibri"/>
            <w:color w:val="0000FF"/>
            <w:highlight w:val="yellow"/>
            <w:u w:val="single"/>
            <w:shd w:val="clear" w:color="auto" w:fill="FFFF00"/>
          </w:rPr>
          <w:t>Section 1.</w:t>
        </w:r>
      </w:hyperlink>
      <w:r w:rsidR="00193617" w:rsidRPr="00081A46">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sidRPr="00081A46">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0AEB4FFF"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0068B11F"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w:t>
      </w:r>
      <w:r w:rsidR="007E7060" w:rsidRPr="00BB7B70">
        <w:rPr>
          <w:rFonts w:asciiTheme="minorHAnsi" w:hAnsiTheme="minorHAnsi" w:cstheme="minorBidi"/>
          <w:color w:val="000000" w:themeColor="text1"/>
        </w:rPr>
        <w:t>should match the amount that State agencies spen</w:t>
      </w:r>
      <w:r w:rsidR="007E7060">
        <w:rPr>
          <w:rFonts w:asciiTheme="minorHAnsi" w:hAnsiTheme="minorHAnsi" w:cstheme="minorBidi"/>
          <w:color w:val="000000" w:themeColor="text1"/>
        </w:rPr>
        <w:t>t</w:t>
      </w:r>
      <w:r w:rsidR="007E7060" w:rsidRPr="00BB7B70">
        <w:rPr>
          <w:rFonts w:asciiTheme="minorHAnsi" w:hAnsiTheme="minorHAnsi" w:cstheme="minorBidi"/>
          <w:color w:val="000000" w:themeColor="text1"/>
        </w:rPr>
        <w:t xml:space="preserve"> in the four-year period of 2020 to 2024. This amount is </w:t>
      </w:r>
      <w:r w:rsidR="00E31464" w:rsidRPr="00D22A1E">
        <w:rPr>
          <w:rFonts w:asciiTheme="minorHAnsi" w:hAnsiTheme="minorHAnsi" w:cstheme="minorBidi"/>
          <w:b/>
          <w:bCs/>
          <w:color w:val="000000" w:themeColor="text1"/>
        </w:rPr>
        <w:t>$</w:t>
      </w:r>
      <w:r w:rsidR="00E31464">
        <w:rPr>
          <w:rFonts w:asciiTheme="minorHAnsi" w:hAnsiTheme="minorHAnsi" w:cstheme="minorBidi"/>
          <w:b/>
          <w:bCs/>
          <w:color w:val="000000" w:themeColor="text1"/>
        </w:rPr>
        <w:t>12,409,974.27</w:t>
      </w:r>
      <w:r w:rsidR="007E7060" w:rsidRPr="00BB7B70">
        <w:rPr>
          <w:rFonts w:asciiTheme="minorHAnsi" w:hAnsiTheme="minorHAnsi" w:cstheme="minorBidi"/>
          <w:b/>
          <w:bCs/>
          <w:color w:val="000000" w:themeColor="text1"/>
        </w:rPr>
        <w:t xml:space="preserve"> </w:t>
      </w:r>
      <w:r w:rsidR="007E7060" w:rsidRPr="00D14CF1">
        <w:rPr>
          <w:rFonts w:asciiTheme="minorHAnsi" w:hAnsiTheme="minorHAnsi" w:cstheme="minorBidi"/>
          <w:color w:val="000000" w:themeColor="text1"/>
        </w:rPr>
        <w:t>and can be found in Section 1.4.</w:t>
      </w:r>
      <w:r w:rsidR="007E7060">
        <w:rPr>
          <w:rFonts w:asciiTheme="minorHAnsi" w:hAnsiTheme="minorHAnsi" w:cstheme="minorBidi"/>
          <w:color w:val="000000" w:themeColor="text1"/>
        </w:rPr>
        <w:t>4</w:t>
      </w:r>
      <w:r w:rsidR="007E7060" w:rsidRPr="00D14CF1">
        <w:rPr>
          <w:rFonts w:asciiTheme="minorHAnsi" w:hAnsiTheme="minorHAnsi" w:cstheme="minorBidi"/>
          <w:color w:val="000000" w:themeColor="text1"/>
        </w:rPr>
        <w:t xml:space="preserve"> of the Request for Proposal document</w:t>
      </w:r>
      <w:r w:rsidR="007E7060">
        <w:rPr>
          <w:rFonts w:asciiTheme="minorHAnsi" w:hAnsiTheme="minorHAnsi" w:cstheme="minorBidi"/>
          <w:color w:val="000000" w:themeColor="text1"/>
        </w:rPr>
        <w:t>.</w:t>
      </w:r>
      <w:r w:rsidR="007E7060" w:rsidRPr="7EC7616E">
        <w:rPr>
          <w:rFonts w:asciiTheme="minorHAnsi" w:hAnsiTheme="minorHAnsi" w:cstheme="minorBidi"/>
          <w:color w:val="000000" w:themeColor="text1"/>
        </w:rPr>
        <w:t xml:space="preserve">  </w:t>
      </w:r>
    </w:p>
    <w:p w14:paraId="4B5FB0A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3109C274"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5E75A9B1"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62FBC51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6FC3E7E0"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1434F999" w14:textId="77777777" w:rsidTr="35E53F83">
        <w:tc>
          <w:tcPr>
            <w:tcW w:w="9360" w:type="dxa"/>
          </w:tcPr>
          <w:p w14:paraId="49A38040" w14:textId="77777777"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207BE51A"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4C10E5B8"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3F49A46D" w14:textId="77777777"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0735C89C"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355DC8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69DF3A44"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33CB2AC8"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4F582C3C" w14:textId="77777777" w:rsidR="000C1BA4" w:rsidRPr="00981026" w:rsidRDefault="000C1BA4" w:rsidP="000C1BA4">
      <w:pPr>
        <w:rPr>
          <w:rFonts w:asciiTheme="minorHAnsi" w:hAnsiTheme="minorHAnsi" w:cstheme="minorHAnsi"/>
          <w:b/>
        </w:rPr>
      </w:pPr>
    </w:p>
    <w:p w14:paraId="04A5E8D8" w14:textId="77777777"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6BE26149" w14:textId="77777777" w:rsidR="000C1BA4" w:rsidRPr="00981026" w:rsidRDefault="000C1BA4" w:rsidP="000C1BA4">
      <w:pPr>
        <w:rPr>
          <w:rFonts w:asciiTheme="minorHAnsi" w:hAnsiTheme="minorHAnsi" w:cstheme="minorHAnsi"/>
          <w:sz w:val="18"/>
        </w:rPr>
      </w:pPr>
    </w:p>
    <w:p w14:paraId="66BB1DE9" w14:textId="77777777"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w:t>
      </w:r>
      <w:r w:rsidR="00D63148" w:rsidRPr="00981026">
        <w:rPr>
          <w:rFonts w:asciiTheme="minorHAnsi" w:hAnsiTheme="minorHAnsi" w:cstheme="minorHAnsi"/>
        </w:rPr>
        <w:lastRenderedPageBreak/>
        <w:t xml:space="preserve">purposes only. The subcontractor commitment shall apply to the life of the contract including any time after the initial term. </w:t>
      </w:r>
    </w:p>
    <w:bookmarkEnd w:id="0"/>
    <w:p w14:paraId="33775F2B" w14:textId="77777777" w:rsidR="0089525E" w:rsidRPr="00981026" w:rsidRDefault="0089525E" w:rsidP="000C1BA4">
      <w:pPr>
        <w:rPr>
          <w:rFonts w:asciiTheme="minorHAnsi" w:hAnsiTheme="minorHAnsi" w:cstheme="minorHAnsi"/>
        </w:rPr>
      </w:pPr>
    </w:p>
    <w:p w14:paraId="058AC134" w14:textId="77777777"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37228D6E" w14:textId="77777777" w:rsidR="000C1BA4" w:rsidRPr="00981026" w:rsidRDefault="000C1BA4" w:rsidP="000C1BA4">
      <w:pPr>
        <w:rPr>
          <w:rFonts w:asciiTheme="minorHAnsi" w:hAnsiTheme="minorHAnsi" w:cstheme="minorHAnsi"/>
          <w:sz w:val="18"/>
        </w:rPr>
      </w:pPr>
    </w:p>
    <w:p w14:paraId="43988EE0"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EAE0004"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04436EBA"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3016366E" w14:textId="77777777" w:rsidTr="575F453D">
        <w:tc>
          <w:tcPr>
            <w:tcW w:w="10800" w:type="dxa"/>
            <w:tcBorders>
              <w:bottom w:val="single" w:sz="4" w:space="0" w:color="auto"/>
            </w:tcBorders>
          </w:tcPr>
          <w:p w14:paraId="29FB7DCF" w14:textId="77777777"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0A6107">
              <w:rPr>
                <w:rFonts w:asciiTheme="minorHAnsi" w:hAnsiTheme="minorHAnsi" w:cstheme="minorBidi"/>
                <w:b/>
                <w:bCs/>
                <w:sz w:val="22"/>
                <w:szCs w:val="22"/>
              </w:rPr>
              <w:t>25-</w:t>
            </w:r>
            <w:r w:rsidR="00E31464">
              <w:rPr>
                <w:rFonts w:asciiTheme="minorHAnsi" w:hAnsiTheme="minorHAnsi" w:cstheme="minorBidi"/>
                <w:b/>
                <w:bCs/>
                <w:sz w:val="22"/>
                <w:szCs w:val="22"/>
              </w:rPr>
              <w:t>83668</w:t>
            </w:r>
          </w:p>
        </w:tc>
      </w:tr>
      <w:tr w:rsidR="00120B5D" w:rsidRPr="00981026" w14:paraId="41554A6B" w14:textId="77777777" w:rsidTr="575F453D">
        <w:tc>
          <w:tcPr>
            <w:tcW w:w="10800" w:type="dxa"/>
            <w:tcBorders>
              <w:top w:val="single" w:sz="4" w:space="0" w:color="auto"/>
            </w:tcBorders>
          </w:tcPr>
          <w:p w14:paraId="5F32F7B2" w14:textId="77777777" w:rsidR="00120B5D" w:rsidRPr="00981026" w:rsidRDefault="00120B5D" w:rsidP="00120B5D">
            <w:pPr>
              <w:rPr>
                <w:rFonts w:asciiTheme="minorHAnsi" w:hAnsiTheme="minorHAnsi" w:cstheme="minorHAnsi"/>
                <w:b/>
                <w:sz w:val="22"/>
              </w:rPr>
            </w:pPr>
          </w:p>
        </w:tc>
      </w:tr>
      <w:tr w:rsidR="00120B5D" w:rsidRPr="00981026" w14:paraId="3A1B7126" w14:textId="77777777" w:rsidTr="575F453D">
        <w:tc>
          <w:tcPr>
            <w:tcW w:w="10800" w:type="dxa"/>
            <w:tcBorders>
              <w:bottom w:val="single" w:sz="4" w:space="0" w:color="auto"/>
            </w:tcBorders>
          </w:tcPr>
          <w:p w14:paraId="0014D426"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7E7060">
              <w:rPr>
                <w:rFonts w:asciiTheme="minorHAnsi" w:hAnsiTheme="minorHAnsi" w:cstheme="minorHAnsi"/>
                <w:b/>
                <w:sz w:val="22"/>
              </w:rPr>
              <w:t xml:space="preserve"> </w:t>
            </w:r>
            <w:r w:rsidR="00E31464" w:rsidRPr="00D22A1E">
              <w:rPr>
                <w:rFonts w:asciiTheme="minorHAnsi" w:hAnsiTheme="minorHAnsi" w:cstheme="minorBidi"/>
                <w:b/>
                <w:bCs/>
                <w:color w:val="000000" w:themeColor="text1"/>
              </w:rPr>
              <w:t>$</w:t>
            </w:r>
            <w:r w:rsidR="00E31464">
              <w:rPr>
                <w:rFonts w:asciiTheme="minorHAnsi" w:hAnsiTheme="minorHAnsi" w:cstheme="minorBidi"/>
                <w:b/>
                <w:bCs/>
                <w:color w:val="000000" w:themeColor="text1"/>
              </w:rPr>
              <w:t>12,409,974.27</w:t>
            </w:r>
          </w:p>
        </w:tc>
      </w:tr>
    </w:tbl>
    <w:p w14:paraId="49D09340"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2B2FC2BE" w14:textId="77777777" w:rsidTr="35E53F83">
        <w:tc>
          <w:tcPr>
            <w:tcW w:w="5160" w:type="dxa"/>
          </w:tcPr>
          <w:p w14:paraId="61ADDA8F" w14:textId="77777777"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65A697C2" w14:textId="77777777" w:rsidR="002F493F" w:rsidRPr="00981026" w:rsidRDefault="002F493F" w:rsidP="00FB30ED">
            <w:pPr>
              <w:rPr>
                <w:rFonts w:asciiTheme="minorHAnsi" w:hAnsiTheme="minorHAnsi" w:cstheme="minorHAnsi"/>
                <w:b/>
                <w:sz w:val="22"/>
              </w:rPr>
            </w:pPr>
          </w:p>
        </w:tc>
        <w:tc>
          <w:tcPr>
            <w:tcW w:w="5388" w:type="dxa"/>
            <w:gridSpan w:val="2"/>
          </w:tcPr>
          <w:p w14:paraId="4318D853" w14:textId="77777777" w:rsidR="002F493F" w:rsidRPr="00981026" w:rsidRDefault="002F493F" w:rsidP="00FB30ED">
            <w:pPr>
              <w:rPr>
                <w:rFonts w:asciiTheme="minorHAnsi" w:hAnsiTheme="minorHAnsi" w:cstheme="minorHAnsi"/>
                <w:b/>
                <w:sz w:val="22"/>
              </w:rPr>
            </w:pPr>
          </w:p>
        </w:tc>
      </w:tr>
      <w:tr w:rsidR="00AD6963" w:rsidRPr="00981026" w14:paraId="6A674AC1" w14:textId="77777777" w:rsidTr="35E53F83">
        <w:tc>
          <w:tcPr>
            <w:tcW w:w="5160" w:type="dxa"/>
            <w:vMerge w:val="restart"/>
          </w:tcPr>
          <w:p w14:paraId="624EBDA6"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01CE8637"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6AFF9796"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7E353D64" w14:textId="77777777" w:rsidTr="35E53F83">
        <w:tc>
          <w:tcPr>
            <w:tcW w:w="5160" w:type="dxa"/>
            <w:vMerge/>
          </w:tcPr>
          <w:p w14:paraId="17ABC939"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345353E5" w14:textId="77777777" w:rsidR="00AD6963" w:rsidRPr="00981026" w:rsidRDefault="00AD6963" w:rsidP="00FB30ED">
            <w:pPr>
              <w:rPr>
                <w:rFonts w:asciiTheme="minorHAnsi" w:hAnsiTheme="minorHAnsi" w:cstheme="minorHAnsi"/>
                <w:b/>
                <w:sz w:val="22"/>
              </w:rPr>
            </w:pPr>
          </w:p>
        </w:tc>
        <w:tc>
          <w:tcPr>
            <w:tcW w:w="5388" w:type="dxa"/>
            <w:gridSpan w:val="2"/>
            <w:vMerge/>
          </w:tcPr>
          <w:p w14:paraId="7BC636E7" w14:textId="77777777" w:rsidR="00AD6963" w:rsidRPr="00981026" w:rsidRDefault="00AD6963" w:rsidP="00FB30ED">
            <w:pPr>
              <w:rPr>
                <w:rFonts w:asciiTheme="minorHAnsi" w:hAnsiTheme="minorHAnsi" w:cstheme="minorHAnsi"/>
                <w:b/>
                <w:sz w:val="22"/>
              </w:rPr>
            </w:pPr>
          </w:p>
        </w:tc>
      </w:tr>
      <w:tr w:rsidR="00AD6963" w:rsidRPr="00981026" w14:paraId="6F4F942B" w14:textId="77777777" w:rsidTr="35E53F83">
        <w:tc>
          <w:tcPr>
            <w:tcW w:w="5160" w:type="dxa"/>
            <w:vMerge w:val="restart"/>
            <w:shd w:val="clear" w:color="auto" w:fill="auto"/>
          </w:tcPr>
          <w:p w14:paraId="5B8120BC"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3D1AC6F"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DD0D387"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7946BEA2" w14:textId="77777777" w:rsidTr="35E53F83">
        <w:tc>
          <w:tcPr>
            <w:tcW w:w="5160" w:type="dxa"/>
            <w:vMerge/>
          </w:tcPr>
          <w:p w14:paraId="5AF42351"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62FBB144" w14:textId="77777777" w:rsidR="00AD6963" w:rsidRPr="00981026" w:rsidRDefault="00AD6963" w:rsidP="00FB30ED">
            <w:pPr>
              <w:rPr>
                <w:rFonts w:asciiTheme="minorHAnsi" w:hAnsiTheme="minorHAnsi" w:cstheme="minorHAnsi"/>
                <w:b/>
                <w:sz w:val="22"/>
              </w:rPr>
            </w:pPr>
          </w:p>
        </w:tc>
        <w:tc>
          <w:tcPr>
            <w:tcW w:w="5388" w:type="dxa"/>
            <w:gridSpan w:val="2"/>
            <w:vMerge/>
          </w:tcPr>
          <w:p w14:paraId="6CCC6B8C" w14:textId="77777777" w:rsidR="00AD6963" w:rsidRPr="00981026" w:rsidRDefault="00AD6963" w:rsidP="00FB30ED">
            <w:pPr>
              <w:rPr>
                <w:rFonts w:asciiTheme="minorHAnsi" w:hAnsiTheme="minorHAnsi" w:cstheme="minorHAnsi"/>
                <w:b/>
                <w:sz w:val="22"/>
              </w:rPr>
            </w:pPr>
          </w:p>
        </w:tc>
      </w:tr>
      <w:tr w:rsidR="00AB1FB2" w:rsidRPr="00981026" w14:paraId="351CCA00" w14:textId="77777777" w:rsidTr="35E53F83">
        <w:tc>
          <w:tcPr>
            <w:tcW w:w="5160" w:type="dxa"/>
            <w:vMerge/>
          </w:tcPr>
          <w:p w14:paraId="2A0C58E5"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6BB0F66" w14:textId="77777777" w:rsidR="00AB1FB2" w:rsidRPr="00981026" w:rsidRDefault="00AB1FB2" w:rsidP="00FB30ED">
            <w:pPr>
              <w:rPr>
                <w:rFonts w:asciiTheme="minorHAnsi" w:hAnsiTheme="minorHAnsi" w:cstheme="minorHAnsi"/>
                <w:b/>
                <w:sz w:val="22"/>
              </w:rPr>
            </w:pPr>
          </w:p>
        </w:tc>
        <w:tc>
          <w:tcPr>
            <w:tcW w:w="2694" w:type="dxa"/>
            <w:vMerge w:val="restart"/>
          </w:tcPr>
          <w:p w14:paraId="414A9D76"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668796CD"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7AB115A1"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7697B58D"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26E223A8" w14:textId="77777777" w:rsidTr="35E53F83">
        <w:tc>
          <w:tcPr>
            <w:tcW w:w="5160" w:type="dxa"/>
            <w:vMerge/>
          </w:tcPr>
          <w:p w14:paraId="2C7E2B82"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7F57D4F8" w14:textId="77777777" w:rsidR="00AB1FB2" w:rsidRPr="00981026" w:rsidRDefault="00AB1FB2" w:rsidP="00FB30ED">
            <w:pPr>
              <w:rPr>
                <w:rFonts w:asciiTheme="minorHAnsi" w:hAnsiTheme="minorHAnsi" w:cstheme="minorHAnsi"/>
                <w:b/>
                <w:sz w:val="22"/>
              </w:rPr>
            </w:pPr>
          </w:p>
        </w:tc>
        <w:tc>
          <w:tcPr>
            <w:tcW w:w="2694" w:type="dxa"/>
            <w:vMerge/>
          </w:tcPr>
          <w:p w14:paraId="67921784" w14:textId="77777777" w:rsidR="00AB1FB2" w:rsidRPr="00981026" w:rsidRDefault="00AB1FB2" w:rsidP="00FB30ED">
            <w:pPr>
              <w:rPr>
                <w:rFonts w:asciiTheme="minorHAnsi" w:hAnsiTheme="minorHAnsi" w:cstheme="minorHAnsi"/>
                <w:b/>
                <w:sz w:val="22"/>
              </w:rPr>
            </w:pPr>
          </w:p>
        </w:tc>
        <w:tc>
          <w:tcPr>
            <w:tcW w:w="2694" w:type="dxa"/>
            <w:vMerge/>
          </w:tcPr>
          <w:p w14:paraId="6A9D12AB" w14:textId="77777777" w:rsidR="00AB1FB2" w:rsidRPr="00981026" w:rsidRDefault="00AB1FB2" w:rsidP="00FB30ED">
            <w:pPr>
              <w:rPr>
                <w:rFonts w:asciiTheme="minorHAnsi" w:hAnsiTheme="minorHAnsi" w:cstheme="minorHAnsi"/>
                <w:b/>
                <w:sz w:val="22"/>
              </w:rPr>
            </w:pPr>
          </w:p>
        </w:tc>
      </w:tr>
      <w:tr w:rsidR="00AD6963" w:rsidRPr="00981026" w14:paraId="7B58709C" w14:textId="77777777" w:rsidTr="35E53F83">
        <w:tc>
          <w:tcPr>
            <w:tcW w:w="5160" w:type="dxa"/>
          </w:tcPr>
          <w:p w14:paraId="4C7EAF55"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33193EC6" w14:textId="77777777" w:rsidR="002F493F" w:rsidRPr="00981026" w:rsidRDefault="002F493F" w:rsidP="00FB30ED">
            <w:pPr>
              <w:rPr>
                <w:rFonts w:asciiTheme="minorHAnsi" w:hAnsiTheme="minorHAnsi" w:cstheme="minorHAnsi"/>
                <w:b/>
                <w:sz w:val="22"/>
              </w:rPr>
            </w:pPr>
          </w:p>
          <w:p w14:paraId="6A8A052C"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BF561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FAED52C"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134CC9C" w14:textId="77777777" w:rsidR="00AD6963" w:rsidRPr="00981026" w:rsidRDefault="00AD6963" w:rsidP="00FB30ED">
            <w:pPr>
              <w:rPr>
                <w:rFonts w:asciiTheme="minorHAnsi" w:hAnsiTheme="minorHAnsi" w:cstheme="minorHAnsi"/>
                <w:b/>
                <w:sz w:val="22"/>
              </w:rPr>
            </w:pPr>
          </w:p>
        </w:tc>
        <w:tc>
          <w:tcPr>
            <w:tcW w:w="5388" w:type="dxa"/>
            <w:gridSpan w:val="2"/>
          </w:tcPr>
          <w:p w14:paraId="319A250F"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018C869F" w14:textId="77777777"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071530E5" w14:textId="77777777" w:rsidR="007C6B08" w:rsidRPr="00981026" w:rsidRDefault="007C6B08" w:rsidP="00FB30ED">
            <w:pPr>
              <w:rPr>
                <w:rFonts w:asciiTheme="minorHAnsi" w:hAnsiTheme="minorHAnsi" w:cstheme="minorHAnsi"/>
                <w:b/>
                <w:sz w:val="22"/>
              </w:rPr>
            </w:pPr>
          </w:p>
          <w:p w14:paraId="53017E55" w14:textId="77777777" w:rsidR="007C6B08" w:rsidRPr="00981026" w:rsidRDefault="007C6B08" w:rsidP="00FB30ED">
            <w:pPr>
              <w:rPr>
                <w:rFonts w:asciiTheme="minorHAnsi" w:hAnsiTheme="minorHAnsi" w:cstheme="minorHAnsi"/>
                <w:b/>
                <w:sz w:val="22"/>
              </w:rPr>
            </w:pPr>
          </w:p>
        </w:tc>
      </w:tr>
      <w:tr w:rsidR="007C6B08" w:rsidRPr="00981026" w14:paraId="11C86145" w14:textId="77777777" w:rsidTr="35E53F83">
        <w:tc>
          <w:tcPr>
            <w:tcW w:w="10908" w:type="dxa"/>
            <w:gridSpan w:val="4"/>
          </w:tcPr>
          <w:p w14:paraId="0AE4FE38" w14:textId="77777777"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0DF97367" w14:textId="77777777" w:rsidR="007C6B08" w:rsidRPr="00981026" w:rsidRDefault="007C6B08" w:rsidP="00FB30ED">
            <w:pPr>
              <w:rPr>
                <w:rFonts w:asciiTheme="minorHAnsi" w:hAnsiTheme="minorHAnsi" w:cstheme="minorHAnsi"/>
                <w:b/>
                <w:sz w:val="22"/>
              </w:rPr>
            </w:pPr>
          </w:p>
          <w:p w14:paraId="35CCEDB7" w14:textId="77777777" w:rsidR="007C6B08" w:rsidRPr="00981026" w:rsidRDefault="007C6B08" w:rsidP="00FB30ED">
            <w:pPr>
              <w:rPr>
                <w:rFonts w:asciiTheme="minorHAnsi" w:hAnsiTheme="minorHAnsi" w:cstheme="minorHAnsi"/>
                <w:b/>
                <w:sz w:val="22"/>
              </w:rPr>
            </w:pPr>
          </w:p>
        </w:tc>
      </w:tr>
    </w:tbl>
    <w:p w14:paraId="4F485B19"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FFB378F" w14:textId="77777777" w:rsidTr="2553AF4C">
        <w:tc>
          <w:tcPr>
            <w:tcW w:w="5160" w:type="dxa"/>
          </w:tcPr>
          <w:p w14:paraId="25DBAF6A" w14:textId="77777777"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77E54D78" w14:textId="77777777" w:rsidR="007C6B08" w:rsidRPr="00981026" w:rsidRDefault="007C6B08" w:rsidP="00FB30ED">
            <w:pPr>
              <w:rPr>
                <w:rFonts w:asciiTheme="minorHAnsi" w:hAnsiTheme="minorHAnsi" w:cstheme="minorHAnsi"/>
                <w:b/>
                <w:sz w:val="22"/>
              </w:rPr>
            </w:pPr>
          </w:p>
        </w:tc>
        <w:tc>
          <w:tcPr>
            <w:tcW w:w="5388" w:type="dxa"/>
            <w:gridSpan w:val="2"/>
          </w:tcPr>
          <w:p w14:paraId="32D9FE3D" w14:textId="77777777" w:rsidR="007C6B08" w:rsidRPr="00981026" w:rsidRDefault="007C6B08" w:rsidP="00FB30ED">
            <w:pPr>
              <w:rPr>
                <w:rFonts w:asciiTheme="minorHAnsi" w:hAnsiTheme="minorHAnsi" w:cstheme="minorHAnsi"/>
                <w:b/>
                <w:sz w:val="22"/>
              </w:rPr>
            </w:pPr>
          </w:p>
        </w:tc>
      </w:tr>
      <w:tr w:rsidR="007C6B08" w:rsidRPr="00981026" w14:paraId="58872B98" w14:textId="77777777" w:rsidTr="2553AF4C">
        <w:tc>
          <w:tcPr>
            <w:tcW w:w="5160" w:type="dxa"/>
            <w:vMerge w:val="restart"/>
          </w:tcPr>
          <w:p w14:paraId="138F5B25"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7DA84705"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3BB98DF1"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417534B9" w14:textId="77777777" w:rsidTr="2553AF4C">
        <w:tc>
          <w:tcPr>
            <w:tcW w:w="5160" w:type="dxa"/>
            <w:vMerge/>
          </w:tcPr>
          <w:p w14:paraId="54A04647"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3B4E664" w14:textId="77777777" w:rsidR="007C6B08" w:rsidRPr="00981026" w:rsidRDefault="007C6B08" w:rsidP="00FB30ED">
            <w:pPr>
              <w:rPr>
                <w:rFonts w:asciiTheme="minorHAnsi" w:hAnsiTheme="minorHAnsi" w:cstheme="minorHAnsi"/>
                <w:b/>
                <w:sz w:val="22"/>
              </w:rPr>
            </w:pPr>
          </w:p>
        </w:tc>
        <w:tc>
          <w:tcPr>
            <w:tcW w:w="5388" w:type="dxa"/>
            <w:gridSpan w:val="2"/>
            <w:vMerge/>
          </w:tcPr>
          <w:p w14:paraId="6DF74093" w14:textId="77777777" w:rsidR="007C6B08" w:rsidRPr="00981026" w:rsidRDefault="007C6B08" w:rsidP="00FB30ED">
            <w:pPr>
              <w:rPr>
                <w:rFonts w:asciiTheme="minorHAnsi" w:hAnsiTheme="minorHAnsi" w:cstheme="minorHAnsi"/>
                <w:b/>
                <w:sz w:val="22"/>
              </w:rPr>
            </w:pPr>
          </w:p>
        </w:tc>
      </w:tr>
      <w:tr w:rsidR="007C6B08" w:rsidRPr="00981026" w14:paraId="06BB7076" w14:textId="77777777" w:rsidTr="2553AF4C">
        <w:tc>
          <w:tcPr>
            <w:tcW w:w="5160" w:type="dxa"/>
            <w:vMerge w:val="restart"/>
            <w:shd w:val="clear" w:color="auto" w:fill="auto"/>
          </w:tcPr>
          <w:p w14:paraId="487477A5"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371ED7FF"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3551306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6B80CC7" w14:textId="77777777" w:rsidTr="2553AF4C">
        <w:tc>
          <w:tcPr>
            <w:tcW w:w="5160" w:type="dxa"/>
            <w:vMerge/>
          </w:tcPr>
          <w:p w14:paraId="5FD60E72"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1F5125E" w14:textId="77777777" w:rsidR="007C6B08" w:rsidRPr="00981026" w:rsidRDefault="007C6B08" w:rsidP="00FB30ED">
            <w:pPr>
              <w:rPr>
                <w:rFonts w:asciiTheme="minorHAnsi" w:hAnsiTheme="minorHAnsi" w:cstheme="minorHAnsi"/>
                <w:b/>
                <w:sz w:val="22"/>
              </w:rPr>
            </w:pPr>
          </w:p>
        </w:tc>
        <w:tc>
          <w:tcPr>
            <w:tcW w:w="5388" w:type="dxa"/>
            <w:gridSpan w:val="2"/>
            <w:vMerge/>
          </w:tcPr>
          <w:p w14:paraId="21CE69A8" w14:textId="77777777" w:rsidR="007C6B08" w:rsidRPr="00981026" w:rsidRDefault="007C6B08" w:rsidP="00FB30ED">
            <w:pPr>
              <w:rPr>
                <w:rFonts w:asciiTheme="minorHAnsi" w:hAnsiTheme="minorHAnsi" w:cstheme="minorHAnsi"/>
                <w:b/>
                <w:sz w:val="22"/>
              </w:rPr>
            </w:pPr>
          </w:p>
        </w:tc>
      </w:tr>
      <w:tr w:rsidR="007C6B08" w:rsidRPr="00981026" w14:paraId="34AC449D" w14:textId="77777777" w:rsidTr="2553AF4C">
        <w:tc>
          <w:tcPr>
            <w:tcW w:w="5160" w:type="dxa"/>
            <w:vMerge/>
          </w:tcPr>
          <w:p w14:paraId="5DCEF15A"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70DF956" w14:textId="77777777" w:rsidR="007C6B08" w:rsidRPr="00981026" w:rsidRDefault="007C6B08" w:rsidP="00FB30ED">
            <w:pPr>
              <w:rPr>
                <w:rFonts w:asciiTheme="minorHAnsi" w:hAnsiTheme="minorHAnsi" w:cstheme="minorHAnsi"/>
                <w:b/>
                <w:sz w:val="22"/>
              </w:rPr>
            </w:pPr>
          </w:p>
        </w:tc>
        <w:tc>
          <w:tcPr>
            <w:tcW w:w="2694" w:type="dxa"/>
            <w:vMerge w:val="restart"/>
          </w:tcPr>
          <w:p w14:paraId="1E234AC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AF9B69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68DFE047"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6FAC00E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6EA7AD2F" w14:textId="77777777" w:rsidTr="2553AF4C">
        <w:tc>
          <w:tcPr>
            <w:tcW w:w="5160" w:type="dxa"/>
            <w:vMerge/>
          </w:tcPr>
          <w:p w14:paraId="4FD0FDA5"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F9F8F24" w14:textId="77777777" w:rsidR="007C6B08" w:rsidRPr="00981026" w:rsidRDefault="007C6B08" w:rsidP="00FB30ED">
            <w:pPr>
              <w:rPr>
                <w:rFonts w:asciiTheme="minorHAnsi" w:hAnsiTheme="minorHAnsi" w:cstheme="minorHAnsi"/>
                <w:b/>
                <w:sz w:val="22"/>
              </w:rPr>
            </w:pPr>
          </w:p>
        </w:tc>
        <w:tc>
          <w:tcPr>
            <w:tcW w:w="2694" w:type="dxa"/>
            <w:vMerge/>
          </w:tcPr>
          <w:p w14:paraId="474316A5" w14:textId="77777777" w:rsidR="007C6B08" w:rsidRPr="00981026" w:rsidRDefault="007C6B08" w:rsidP="00FB30ED">
            <w:pPr>
              <w:rPr>
                <w:rFonts w:asciiTheme="minorHAnsi" w:hAnsiTheme="minorHAnsi" w:cstheme="minorHAnsi"/>
                <w:b/>
                <w:sz w:val="22"/>
              </w:rPr>
            </w:pPr>
          </w:p>
        </w:tc>
        <w:tc>
          <w:tcPr>
            <w:tcW w:w="2694" w:type="dxa"/>
            <w:vMerge/>
          </w:tcPr>
          <w:p w14:paraId="73C8851D" w14:textId="77777777" w:rsidR="007C6B08" w:rsidRPr="00981026" w:rsidRDefault="007C6B08" w:rsidP="00FB30ED">
            <w:pPr>
              <w:rPr>
                <w:rFonts w:asciiTheme="minorHAnsi" w:hAnsiTheme="minorHAnsi" w:cstheme="minorHAnsi"/>
                <w:b/>
                <w:sz w:val="22"/>
              </w:rPr>
            </w:pPr>
          </w:p>
        </w:tc>
      </w:tr>
      <w:tr w:rsidR="007C6B08" w:rsidRPr="00981026" w14:paraId="103100EA" w14:textId="77777777" w:rsidTr="2553AF4C">
        <w:tc>
          <w:tcPr>
            <w:tcW w:w="5160" w:type="dxa"/>
          </w:tcPr>
          <w:p w14:paraId="31ABC376"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25764230" w14:textId="77777777" w:rsidR="00F231B1" w:rsidRPr="00981026" w:rsidRDefault="00F231B1" w:rsidP="00FB30ED">
            <w:pPr>
              <w:rPr>
                <w:rFonts w:asciiTheme="minorHAnsi" w:hAnsiTheme="minorHAnsi" w:cstheme="minorHAnsi"/>
                <w:b/>
                <w:sz w:val="22"/>
              </w:rPr>
            </w:pPr>
          </w:p>
          <w:p w14:paraId="44D5E761"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5D1A5A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6FE123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C0ECD15" w14:textId="77777777" w:rsidR="007C6B08" w:rsidRPr="00981026" w:rsidRDefault="007C6B08" w:rsidP="00FB30ED">
            <w:pPr>
              <w:rPr>
                <w:rFonts w:asciiTheme="minorHAnsi" w:hAnsiTheme="minorHAnsi" w:cstheme="minorHAnsi"/>
                <w:b/>
                <w:sz w:val="22"/>
              </w:rPr>
            </w:pPr>
          </w:p>
        </w:tc>
        <w:tc>
          <w:tcPr>
            <w:tcW w:w="5388" w:type="dxa"/>
            <w:gridSpan w:val="2"/>
          </w:tcPr>
          <w:p w14:paraId="0EDE827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093EB412" w14:textId="77777777" w:rsidR="007C6B08" w:rsidRPr="00981026" w:rsidRDefault="007C6B08" w:rsidP="00FB30ED">
            <w:pPr>
              <w:rPr>
                <w:rFonts w:asciiTheme="minorHAnsi" w:hAnsiTheme="minorHAnsi" w:cstheme="minorHAnsi"/>
                <w:b/>
                <w:sz w:val="22"/>
              </w:rPr>
            </w:pPr>
          </w:p>
          <w:p w14:paraId="458EBE8D" w14:textId="77777777" w:rsidR="007C6B08" w:rsidRPr="00981026" w:rsidRDefault="007C6B08" w:rsidP="00FB30ED">
            <w:pPr>
              <w:rPr>
                <w:rFonts w:asciiTheme="minorHAnsi" w:hAnsiTheme="minorHAnsi" w:cstheme="minorHAnsi"/>
                <w:b/>
                <w:sz w:val="22"/>
              </w:rPr>
            </w:pPr>
          </w:p>
        </w:tc>
      </w:tr>
      <w:tr w:rsidR="007C6B08" w:rsidRPr="00981026" w14:paraId="098E2083" w14:textId="77777777" w:rsidTr="2553AF4C">
        <w:tc>
          <w:tcPr>
            <w:tcW w:w="10908" w:type="dxa"/>
            <w:gridSpan w:val="4"/>
          </w:tcPr>
          <w:p w14:paraId="42FCD4BE"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787A5EA7" w14:textId="77777777" w:rsidR="007C6B08" w:rsidRPr="00981026" w:rsidRDefault="007C6B08" w:rsidP="00FB30ED">
            <w:pPr>
              <w:rPr>
                <w:rFonts w:asciiTheme="minorHAnsi" w:hAnsiTheme="minorHAnsi" w:cstheme="minorHAnsi"/>
                <w:b/>
                <w:sz w:val="22"/>
              </w:rPr>
            </w:pPr>
          </w:p>
        </w:tc>
      </w:tr>
    </w:tbl>
    <w:p w14:paraId="2C81EE2C"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20D9D2A2" w14:textId="77777777">
        <w:tc>
          <w:tcPr>
            <w:tcW w:w="5130" w:type="dxa"/>
            <w:tcBorders>
              <w:bottom w:val="single" w:sz="4" w:space="0" w:color="auto"/>
            </w:tcBorders>
          </w:tcPr>
          <w:p w14:paraId="0F9AEAC0" w14:textId="77777777" w:rsidR="00AD6963" w:rsidRPr="00981026" w:rsidRDefault="00AD6963" w:rsidP="00AD6963">
            <w:pPr>
              <w:rPr>
                <w:rFonts w:asciiTheme="minorHAnsi" w:hAnsiTheme="minorHAnsi" w:cstheme="minorHAnsi"/>
                <w:sz w:val="22"/>
              </w:rPr>
            </w:pPr>
          </w:p>
        </w:tc>
        <w:tc>
          <w:tcPr>
            <w:tcW w:w="450" w:type="dxa"/>
          </w:tcPr>
          <w:p w14:paraId="452C7648"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5C27A47" w14:textId="77777777" w:rsidR="00AD6963" w:rsidRPr="00981026" w:rsidRDefault="00AD6963" w:rsidP="00AD6963">
            <w:pPr>
              <w:rPr>
                <w:rFonts w:asciiTheme="minorHAnsi" w:hAnsiTheme="minorHAnsi" w:cstheme="minorHAnsi"/>
                <w:sz w:val="22"/>
              </w:rPr>
            </w:pPr>
          </w:p>
        </w:tc>
      </w:tr>
      <w:tr w:rsidR="00AD6963" w:rsidRPr="00981026" w14:paraId="0C33F53F" w14:textId="77777777">
        <w:tc>
          <w:tcPr>
            <w:tcW w:w="5130" w:type="dxa"/>
            <w:tcBorders>
              <w:top w:val="single" w:sz="4" w:space="0" w:color="auto"/>
            </w:tcBorders>
          </w:tcPr>
          <w:p w14:paraId="5F724659"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3E01B8B2" w14:textId="77777777" w:rsidR="00FD302B" w:rsidRPr="00981026" w:rsidRDefault="00FD302B" w:rsidP="00AD6963">
            <w:pPr>
              <w:rPr>
                <w:rFonts w:asciiTheme="minorHAnsi" w:hAnsiTheme="minorHAnsi" w:cstheme="minorHAnsi"/>
                <w:sz w:val="22"/>
              </w:rPr>
            </w:pPr>
          </w:p>
        </w:tc>
        <w:tc>
          <w:tcPr>
            <w:tcW w:w="450" w:type="dxa"/>
          </w:tcPr>
          <w:p w14:paraId="631761DF"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1312A6B8"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4D929A3D" w14:textId="77777777" w:rsidR="00AD6963" w:rsidRPr="00981026" w:rsidRDefault="00AD6963" w:rsidP="00AD6963">
            <w:pPr>
              <w:rPr>
                <w:rFonts w:asciiTheme="minorHAnsi" w:hAnsiTheme="minorHAnsi" w:cstheme="minorHAnsi"/>
                <w:sz w:val="22"/>
              </w:rPr>
            </w:pPr>
          </w:p>
        </w:tc>
      </w:tr>
      <w:tr w:rsidR="00FD302B" w:rsidRPr="00981026" w14:paraId="4C4622AD" w14:textId="77777777">
        <w:tc>
          <w:tcPr>
            <w:tcW w:w="5130" w:type="dxa"/>
            <w:tcBorders>
              <w:top w:val="single" w:sz="4" w:space="0" w:color="auto"/>
            </w:tcBorders>
          </w:tcPr>
          <w:p w14:paraId="4054389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7A0CF138"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5D8ED9C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13DD3903" w14:textId="77777777">
        <w:tc>
          <w:tcPr>
            <w:tcW w:w="5130" w:type="dxa"/>
            <w:tcBorders>
              <w:bottom w:val="single" w:sz="4" w:space="0" w:color="auto"/>
            </w:tcBorders>
          </w:tcPr>
          <w:p w14:paraId="39AD3033" w14:textId="77777777" w:rsidR="00AD6963" w:rsidRPr="00981026" w:rsidRDefault="00AD6963" w:rsidP="00AD6963">
            <w:pPr>
              <w:rPr>
                <w:rFonts w:asciiTheme="minorHAnsi" w:hAnsiTheme="minorHAnsi" w:cstheme="minorHAnsi"/>
                <w:sz w:val="22"/>
              </w:rPr>
            </w:pPr>
          </w:p>
        </w:tc>
        <w:tc>
          <w:tcPr>
            <w:tcW w:w="450" w:type="dxa"/>
          </w:tcPr>
          <w:p w14:paraId="441ED6D7"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6E24C66D" w14:textId="77777777" w:rsidR="00AD6963" w:rsidRPr="00981026" w:rsidRDefault="00AD6963" w:rsidP="00AD6963">
            <w:pPr>
              <w:rPr>
                <w:rFonts w:asciiTheme="minorHAnsi" w:hAnsiTheme="minorHAnsi" w:cstheme="minorHAnsi"/>
                <w:sz w:val="22"/>
              </w:rPr>
            </w:pPr>
          </w:p>
        </w:tc>
      </w:tr>
      <w:tr w:rsidR="00FD302B" w:rsidRPr="00981026" w14:paraId="05C063EF" w14:textId="77777777">
        <w:tc>
          <w:tcPr>
            <w:tcW w:w="5130" w:type="dxa"/>
            <w:tcBorders>
              <w:bottom w:val="single" w:sz="4" w:space="0" w:color="auto"/>
            </w:tcBorders>
          </w:tcPr>
          <w:p w14:paraId="28E0F3D8"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8F77172" w14:textId="77777777" w:rsidR="00FD302B" w:rsidRPr="00981026" w:rsidRDefault="00FD302B" w:rsidP="00AD6963">
            <w:pPr>
              <w:rPr>
                <w:rFonts w:asciiTheme="minorHAnsi" w:hAnsiTheme="minorHAnsi" w:cstheme="minorHAnsi"/>
                <w:sz w:val="22"/>
              </w:rPr>
            </w:pPr>
          </w:p>
        </w:tc>
        <w:tc>
          <w:tcPr>
            <w:tcW w:w="450" w:type="dxa"/>
          </w:tcPr>
          <w:p w14:paraId="27C8034C"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3F334F2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2E6F7AA2" w14:textId="77777777" w:rsidR="00FD302B" w:rsidRPr="00981026" w:rsidRDefault="00FD302B" w:rsidP="00AD6963">
            <w:pPr>
              <w:rPr>
                <w:rFonts w:asciiTheme="minorHAnsi" w:hAnsiTheme="minorHAnsi" w:cstheme="minorHAnsi"/>
                <w:sz w:val="22"/>
              </w:rPr>
            </w:pPr>
          </w:p>
        </w:tc>
      </w:tr>
      <w:tr w:rsidR="00FD302B" w:rsidRPr="00981026" w14:paraId="03CB2D2E" w14:textId="77777777">
        <w:tc>
          <w:tcPr>
            <w:tcW w:w="5130" w:type="dxa"/>
            <w:tcBorders>
              <w:bottom w:val="single" w:sz="4" w:space="0" w:color="auto"/>
            </w:tcBorders>
          </w:tcPr>
          <w:p w14:paraId="40C67B73"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197ACA63" w14:textId="77777777" w:rsidR="00FD302B" w:rsidRPr="00981026" w:rsidRDefault="00FD302B" w:rsidP="00AD6963">
            <w:pPr>
              <w:rPr>
                <w:rFonts w:asciiTheme="minorHAnsi" w:hAnsiTheme="minorHAnsi" w:cstheme="minorHAnsi"/>
                <w:sz w:val="22"/>
              </w:rPr>
            </w:pPr>
          </w:p>
        </w:tc>
        <w:tc>
          <w:tcPr>
            <w:tcW w:w="450" w:type="dxa"/>
          </w:tcPr>
          <w:p w14:paraId="16B3091D"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6D716C82"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335CA24D" w14:textId="77777777" w:rsidR="00FD302B" w:rsidRPr="00981026" w:rsidRDefault="00FD302B" w:rsidP="00AD6963">
            <w:pPr>
              <w:rPr>
                <w:rFonts w:asciiTheme="minorHAnsi" w:hAnsiTheme="minorHAnsi" w:cstheme="minorHAnsi"/>
                <w:sz w:val="22"/>
              </w:rPr>
            </w:pPr>
          </w:p>
        </w:tc>
      </w:tr>
      <w:tr w:rsidR="00AD6963" w:rsidRPr="00981026" w14:paraId="2C9AE957" w14:textId="77777777">
        <w:tc>
          <w:tcPr>
            <w:tcW w:w="5130" w:type="dxa"/>
            <w:tcBorders>
              <w:top w:val="single" w:sz="4" w:space="0" w:color="auto"/>
            </w:tcBorders>
          </w:tcPr>
          <w:p w14:paraId="249102F2"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6A2AD175"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07B263A7"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61A5B197" w14:textId="77777777" w:rsidR="006C5765" w:rsidRPr="00981026" w:rsidRDefault="006C5765" w:rsidP="00AD6963">
            <w:pPr>
              <w:rPr>
                <w:rFonts w:asciiTheme="minorHAnsi" w:hAnsiTheme="minorHAnsi" w:cstheme="minorHAnsi"/>
                <w:sz w:val="22"/>
              </w:rPr>
            </w:pPr>
          </w:p>
        </w:tc>
      </w:tr>
    </w:tbl>
    <w:p w14:paraId="4DF66F45"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02177A8B"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59C4DD1E" w14:textId="77777777" w:rsidR="003D6AE2" w:rsidRDefault="003D6AE2" w:rsidP="006C5765">
      <w:pPr>
        <w:ind w:left="360"/>
        <w:jc w:val="center"/>
        <w:rPr>
          <w:rFonts w:asciiTheme="minorHAnsi" w:hAnsiTheme="minorHAnsi" w:cstheme="minorHAnsi"/>
          <w:b/>
        </w:rPr>
      </w:pPr>
    </w:p>
    <w:p w14:paraId="7063B1B2" w14:textId="77777777"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02F9F" w14:textId="77777777" w:rsidR="00B9257D" w:rsidRDefault="00B9257D">
      <w:pPr>
        <w:spacing w:line="20" w:lineRule="exact"/>
      </w:pPr>
    </w:p>
  </w:endnote>
  <w:endnote w:type="continuationSeparator" w:id="0">
    <w:p w14:paraId="0A2106EE" w14:textId="77777777" w:rsidR="00B9257D" w:rsidRDefault="00B9257D">
      <w:r>
        <w:t xml:space="preserve"> </w:t>
      </w:r>
    </w:p>
  </w:endnote>
  <w:endnote w:type="continuationNotice" w:id="1">
    <w:p w14:paraId="7A481835"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45FF9"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2A66D" w14:textId="77777777" w:rsidR="00B9257D" w:rsidRDefault="00B9257D">
      <w:r>
        <w:separator/>
      </w:r>
    </w:p>
  </w:footnote>
  <w:footnote w:type="continuationSeparator" w:id="0">
    <w:p w14:paraId="1AC298A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2DEFD2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68754733" o:spid="_x0000_i1025" type="#_x0000_t75" style="width:11.5pt;height:11.5pt;visibility:visible;mso-wrap-style:square">
            <v:imagedata r:id="rId1" o:title=""/>
          </v:shape>
        </w:pict>
      </mc:Choice>
      <mc:Fallback>
        <w:drawing>
          <wp:inline distT="0" distB="0" distL="0" distR="0" wp14:anchorId="3C365046">
            <wp:extent cx="146050" cy="146050"/>
            <wp:effectExtent l="0" t="0" r="0" b="0"/>
            <wp:docPr id="1868754733" name="Picture 1868754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mc:Fallback>
    </mc:AlternateConten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colormenu v:ext="edit" fillcolor="none"/>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1A46"/>
    <w:rsid w:val="00083501"/>
    <w:rsid w:val="00095155"/>
    <w:rsid w:val="000A22C8"/>
    <w:rsid w:val="000A3CC6"/>
    <w:rsid w:val="000A6107"/>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005"/>
    <w:rsid w:val="001829B2"/>
    <w:rsid w:val="0018656F"/>
    <w:rsid w:val="00193617"/>
    <w:rsid w:val="0019490A"/>
    <w:rsid w:val="0019776E"/>
    <w:rsid w:val="001A1B80"/>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1827"/>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697"/>
    <w:rsid w:val="00584B16"/>
    <w:rsid w:val="00586848"/>
    <w:rsid w:val="005B3F17"/>
    <w:rsid w:val="005B7428"/>
    <w:rsid w:val="005D0AFC"/>
    <w:rsid w:val="005D6A5F"/>
    <w:rsid w:val="005D7710"/>
    <w:rsid w:val="00616CB7"/>
    <w:rsid w:val="00623990"/>
    <w:rsid w:val="006264B2"/>
    <w:rsid w:val="00631D2F"/>
    <w:rsid w:val="00635042"/>
    <w:rsid w:val="00642F2A"/>
    <w:rsid w:val="006443A1"/>
    <w:rsid w:val="00653FEC"/>
    <w:rsid w:val="00684121"/>
    <w:rsid w:val="00685F7A"/>
    <w:rsid w:val="0069144D"/>
    <w:rsid w:val="006943E3"/>
    <w:rsid w:val="00694C9D"/>
    <w:rsid w:val="006A70A0"/>
    <w:rsid w:val="006B13CB"/>
    <w:rsid w:val="006C362C"/>
    <w:rsid w:val="006C5765"/>
    <w:rsid w:val="006D063B"/>
    <w:rsid w:val="006D39A8"/>
    <w:rsid w:val="006E05C8"/>
    <w:rsid w:val="006E4953"/>
    <w:rsid w:val="006E4C9E"/>
    <w:rsid w:val="006E56E3"/>
    <w:rsid w:val="006E5F4E"/>
    <w:rsid w:val="006F3353"/>
    <w:rsid w:val="006F631E"/>
    <w:rsid w:val="0070540F"/>
    <w:rsid w:val="00706817"/>
    <w:rsid w:val="00710024"/>
    <w:rsid w:val="00723572"/>
    <w:rsid w:val="00723D2C"/>
    <w:rsid w:val="00725810"/>
    <w:rsid w:val="007279B0"/>
    <w:rsid w:val="00727FFB"/>
    <w:rsid w:val="00730EEF"/>
    <w:rsid w:val="0073296D"/>
    <w:rsid w:val="00733929"/>
    <w:rsid w:val="00747C0A"/>
    <w:rsid w:val="00765534"/>
    <w:rsid w:val="00770FA6"/>
    <w:rsid w:val="007742C4"/>
    <w:rsid w:val="00791269"/>
    <w:rsid w:val="007A6E7B"/>
    <w:rsid w:val="007C0223"/>
    <w:rsid w:val="007C09A3"/>
    <w:rsid w:val="007C6B08"/>
    <w:rsid w:val="007E2B25"/>
    <w:rsid w:val="007E7060"/>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55F1D"/>
    <w:rsid w:val="00960D51"/>
    <w:rsid w:val="009625ED"/>
    <w:rsid w:val="009735C3"/>
    <w:rsid w:val="009741F5"/>
    <w:rsid w:val="009764AA"/>
    <w:rsid w:val="00977BDB"/>
    <w:rsid w:val="00977ED0"/>
    <w:rsid w:val="00980B2D"/>
    <w:rsid w:val="00981026"/>
    <w:rsid w:val="00981CBD"/>
    <w:rsid w:val="0098436E"/>
    <w:rsid w:val="00994860"/>
    <w:rsid w:val="00995107"/>
    <w:rsid w:val="00995FA2"/>
    <w:rsid w:val="00996D32"/>
    <w:rsid w:val="0099702D"/>
    <w:rsid w:val="009A3ED2"/>
    <w:rsid w:val="009A41BE"/>
    <w:rsid w:val="009B7453"/>
    <w:rsid w:val="009C1807"/>
    <w:rsid w:val="009C2DF2"/>
    <w:rsid w:val="009D0964"/>
    <w:rsid w:val="009D59A1"/>
    <w:rsid w:val="009E4DF1"/>
    <w:rsid w:val="009E4F8B"/>
    <w:rsid w:val="00A00803"/>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027AA"/>
    <w:rsid w:val="00D17DA2"/>
    <w:rsid w:val="00D25C8B"/>
    <w:rsid w:val="00D263CB"/>
    <w:rsid w:val="00D44D0D"/>
    <w:rsid w:val="00D4613A"/>
    <w:rsid w:val="00D51032"/>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1464"/>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4760"/>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colormenu v:ext="edit" fillcolor="none"/>
    </o:shapedefaults>
    <o:shapelayout v:ext="edit">
      <o:idmap v:ext="edit" data="2"/>
    </o:shapelayout>
  </w:shapeDefaults>
  <w:decimalSymbol w:val="."/>
  <w:listSeparator w:val=","/>
  <w14:docId w14:val="4364228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37</TotalTime>
  <Pages>3</Pages>
  <Words>839</Words>
  <Characters>5125</Characters>
  <Application>Microsoft Office Word</Application>
  <DocSecurity>0</DocSecurity>
  <Lines>42</Lines>
  <Paragraphs>11</Paragraphs>
  <ScaleCrop>false</ScaleCrop>
  <Company>State of Indiana</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Embry, Angela</cp:lastModifiedBy>
  <cp:revision>8</cp:revision>
  <cp:lastPrinted>2014-07-02T17:29:00Z</cp:lastPrinted>
  <dcterms:created xsi:type="dcterms:W3CDTF">2024-08-09T15:02:00Z</dcterms:created>
  <dcterms:modified xsi:type="dcterms:W3CDTF">2025-03-28T16:37:00Z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