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2A11EE" w14:textId="1A8BAAD4" w:rsid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35E493B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A230F7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w:t>
      </w:r>
      <w:r w:rsidR="00965EFD">
        <w:rPr>
          <w:rFonts w:ascii="Times New Roman" w:eastAsia="Times New Roman" w:hAnsi="Times New Roman" w:cs="Times New Roman"/>
        </w:rPr>
        <w:t>1</w:t>
      </w:r>
      <w:r w:rsidRPr="006E4F58">
        <w:rPr>
          <w:rFonts w:ascii="Times New Roman" w:eastAsia="Times New Roman" w:hAnsi="Times New Roman" w:cs="Times New Roman"/>
        </w:rPr>
        <w:t xml:space="preserve">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eastAsia="Times New Roman" w:hAnsi="Times New Roman" w:cs="Times New Roman"/>
        </w:rPr>
        <w:t>affixed, and</w:t>
      </w:r>
      <w:proofErr w:type="gramEnd"/>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5D968B6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r w:rsidR="00D17F23" w:rsidRPr="006E4F58">
        <w:rPr>
          <w:rFonts w:ascii="Times New Roman" w:eastAsia="Times New Roman" w:hAnsi="Times New Roman" w:cs="Times New Roman"/>
        </w:rPr>
        <w:t>Commission or</w:t>
      </w:r>
      <w:r w:rsidRPr="006E4F58">
        <w:rPr>
          <w:rFonts w:ascii="Times New Roman" w:eastAsia="Times New Roman" w:hAnsi="Times New Roman" w:cs="Times New Roman"/>
        </w:rPr>
        <w:t xml:space="preserve"> visit the Inspector General’s website at </w:t>
      </w:r>
      <w:hyperlink r:id="rId10"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w:t>
      </w:r>
      <w:proofErr w:type="gramStart"/>
      <w:r w:rsidRPr="006E4F58">
        <w:rPr>
          <w:rFonts w:ascii="Times New Roman" w:eastAsia="Times New Roman" w:hAnsi="Times New Roman" w:cs="Times New Roman"/>
        </w:rPr>
        <w:t>entering into</w:t>
      </w:r>
      <w:proofErr w:type="gramEnd"/>
      <w:r w:rsidRPr="006E4F58">
        <w:rPr>
          <w:rFonts w:ascii="Times New Roman" w:eastAsia="Times New Roman" w:hAnsi="Times New Roman" w:cs="Times New Roman"/>
        </w:rPr>
        <w:t xml:space="preserve">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proofErr w:type="gramStart"/>
      <w:r w:rsidRPr="006E4F58">
        <w:rPr>
          <w:rFonts w:ascii="Times New Roman" w:eastAsia="Times New Roman" w:hAnsi="Times New Roman" w:cs="Times New Roman"/>
          <w:bCs/>
        </w:rPr>
        <w:t>Of</w:t>
      </w:r>
      <w:proofErr w:type="gramEnd"/>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proofErr w:type="gramStart"/>
      <w:r w:rsidRPr="006E4F58">
        <w:rPr>
          <w:rFonts w:ascii="Times New Roman" w:eastAsia="Times New Roman" w:hAnsi="Times New Roman" w:cs="Times New Roman"/>
        </w:rPr>
        <w:t>];</w:t>
      </w:r>
      <w:proofErr w:type="gramEnd"/>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its best 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6E4F58">
        <w:rPr>
          <w:rFonts w:ascii="Times New Roman" w:eastAsia="Times New Roman" w:hAnsi="Times New Roman" w:cs="Times New Roman"/>
        </w:rPr>
        <w:t>plan, and</w:t>
      </w:r>
      <w:proofErr w:type="gramEnd"/>
      <w:r w:rsidRPr="006E4F58">
        <w:rPr>
          <w:rFonts w:ascii="Times New Roman" w:eastAsia="Times New Roman" w:hAnsi="Times New Roman" w:cs="Times New Roman"/>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The Contractor certifies by </w:t>
      </w:r>
      <w:proofErr w:type="gramStart"/>
      <w:r w:rsidRPr="006E4F58">
        <w:rPr>
          <w:rFonts w:ascii="Times New Roman" w:eastAsia="Times New Roman" w:hAnsi="Times New Roman" w:cs="Times New Roman"/>
        </w:rPr>
        <w:t>entering into</w:t>
      </w:r>
      <w:proofErr w:type="gramEnd"/>
      <w:r w:rsidRPr="006E4F58">
        <w:rPr>
          <w:rFonts w:ascii="Times New Roman" w:eastAsia="Times New Roman" w:hAnsi="Times New Roman" w:cs="Times New Roman"/>
        </w:rPr>
        <w:t xml:space="preserve">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w:t>
      </w:r>
      <w:proofErr w:type="gramStart"/>
      <w:r w:rsidRPr="006E4F58">
        <w:rPr>
          <w:rFonts w:ascii="Times New Roman" w:eastAsia="Times New Roman" w:hAnsi="Times New Roman" w:cs="Times New Roman"/>
        </w:rPr>
        <w:t>that,</w:t>
      </w:r>
      <w:proofErr w:type="gramEnd"/>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w:t>
      </w:r>
      <w:proofErr w:type="gramStart"/>
      <w:r w:rsidRPr="006E4F58">
        <w:rPr>
          <w:rFonts w:ascii="Times New Roman" w:eastAsia="Times New Roman" w:hAnsi="Times New Roman" w:cs="Times New Roman"/>
        </w:rPr>
        <w:t>as a result of</w:t>
      </w:r>
      <w:proofErr w:type="gramEnd"/>
      <w:r w:rsidRPr="006E4F58">
        <w:rPr>
          <w:rFonts w:ascii="Times New Roman" w:eastAsia="Times New Roman" w:hAnsi="Times New Roman" w:cs="Times New Roman"/>
        </w:rPr>
        <w:t xml:space="preserve">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w:t>
      </w:r>
      <w:proofErr w:type="gramStart"/>
      <w:r w:rsidRPr="009C3620">
        <w:rPr>
          <w:rFonts w:ascii="Times New Roman" w:hAnsi="Times New Roman" w:cs="Times New Roman"/>
        </w:rPr>
        <w:t>in order to</w:t>
      </w:r>
      <w:proofErr w:type="gramEnd"/>
      <w:r w:rsidRPr="009C3620">
        <w:rPr>
          <w:rFonts w:ascii="Times New Roman" w:hAnsi="Times New Roman" w:cs="Times New Roman"/>
        </w:rPr>
        <w:t xml:space="preserve">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w:t>
      </w:r>
      <w:proofErr w:type="gramStart"/>
      <w:r w:rsidRPr="009C3620">
        <w:rPr>
          <w:rFonts w:ascii="Times New Roman" w:eastAsia="Times New Roman" w:hAnsi="Times New Roman" w:cs="Times New Roman"/>
        </w:rPr>
        <w:t>In particular, releases</w:t>
      </w:r>
      <w:proofErr w:type="gramEnd"/>
      <w:r w:rsidRPr="009C3620">
        <w:rPr>
          <w:rFonts w:ascii="Times New Roman" w:eastAsia="Times New Roman" w:hAnsi="Times New Roman" w:cs="Times New Roman"/>
        </w:rPr>
        <w:t xml:space="preserve">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In addition to the provisions of the above paragraph, if the total amount set forth in this Contract is </w:t>
      </w:r>
      <w:proofErr w:type="gramStart"/>
      <w:r w:rsidRPr="006E4F58">
        <w:rPr>
          <w:rFonts w:ascii="Times New Roman" w:eastAsia="Times New Roman" w:hAnsi="Times New Roman" w:cs="Times New Roman"/>
        </w:rPr>
        <w:t>in excess of</w:t>
      </w:r>
      <w:proofErr w:type="gramEnd"/>
      <w:r w:rsidRPr="006E4F58">
        <w:rPr>
          <w:rFonts w:ascii="Times New Roman" w:eastAsia="Times New Roman" w:hAnsi="Times New Roman" w:cs="Times New Roman"/>
        </w:rPr>
        <w:t xml:space="preserve">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6E4F58">
        <w:rPr>
          <w:rFonts w:ascii="Times New Roman" w:eastAsia="Times New Roman" w:hAnsi="Times New Roman" w:cs="Times New Roman"/>
        </w:rPr>
        <w:t>prohibition;</w:t>
      </w:r>
      <w:proofErr w:type="gramEnd"/>
      <w:r w:rsidRPr="006E4F58">
        <w:rPr>
          <w:rFonts w:ascii="Times New Roman" w:eastAsia="Times New Roman" w:hAnsi="Times New Roman" w:cs="Times New Roman"/>
        </w:rPr>
        <w:t xml:space="preserve">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t>
      </w:r>
      <w:proofErr w:type="gramStart"/>
      <w:r w:rsidRPr="006E4F58">
        <w:rPr>
          <w:rFonts w:ascii="Times New Roman" w:eastAsia="Times New Roman" w:hAnsi="Times New Roman" w:cs="Times New Roman"/>
        </w:rPr>
        <w:t>workplace;</w:t>
      </w:r>
      <w:proofErr w:type="gramEnd"/>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w:t>
      </w:r>
      <w:proofErr w:type="gramStart"/>
      <w:r w:rsidRPr="006E4F58">
        <w:rPr>
          <w:rFonts w:ascii="Times New Roman" w:eastAsia="Times New Roman" w:hAnsi="Times New Roman" w:cs="Times New Roman"/>
        </w:rPr>
        <w:t>conviction;</w:t>
      </w:r>
      <w:proofErr w:type="gramEnd"/>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Notifying the State in writing within ten (10) days after receiving notice from an employee under subdivision (C)(2) above, or otherwise receiving actual notice of such </w:t>
      </w:r>
      <w:proofErr w:type="gramStart"/>
      <w:r w:rsidRPr="006E4F58">
        <w:rPr>
          <w:rFonts w:ascii="Times New Roman" w:eastAsia="Times New Roman" w:hAnsi="Times New Roman" w:cs="Times New Roman"/>
        </w:rPr>
        <w:t>conviction;</w:t>
      </w:r>
      <w:proofErr w:type="gramEnd"/>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1C2ACF0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xml:space="preserve">.  As required by Financial Management Circular </w:t>
      </w:r>
      <w:r w:rsidR="00D8095E">
        <w:rPr>
          <w:rFonts w:ascii="Times New Roman" w:eastAsia="Times New Roman" w:hAnsi="Times New Roman" w:cs="Times New Roman"/>
        </w:rPr>
        <w:t>3.3</w:t>
      </w:r>
      <w:r w:rsidR="003E024F">
        <w:rPr>
          <w:rFonts w:ascii="Times New Roman" w:eastAsia="Times New Roman" w:hAnsi="Times New Roman" w:cs="Times New Roman"/>
        </w:rPr>
        <w:t xml:space="preserve">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3B5EDD04"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427A2A">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1"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12" w:history="1"/>
      <w:r w:rsidRPr="00985F5A">
        <w:rPr>
          <w:rStyle w:val="Hyperlink"/>
          <w:rFonts w:ascii="Times New Roman" w:hAnsi="Times New Roman" w:cs="Times New Roman"/>
        </w:rPr>
        <w:t xml:space="preserve"> </w:t>
      </w:r>
      <w:hyperlink r:id="rId13"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w:t>
      </w:r>
      <w:proofErr w:type="gramStart"/>
      <w:r w:rsidRPr="00985F5A">
        <w:rPr>
          <w:rFonts w:ascii="Times New Roman" w:hAnsi="Times New Roman" w:cs="Times New Roman"/>
        </w:rPr>
        <w:t>on a monthly basis</w:t>
      </w:r>
      <w:proofErr w:type="gramEnd"/>
      <w:r w:rsidRPr="00985F5A">
        <w:rPr>
          <w:rFonts w:ascii="Times New Roman" w:hAnsi="Times New Roman" w:cs="Times New Roman"/>
        </w:rPr>
        <w:t xml:space="preserve"> using Pay Audit. The Contractor shall notify subcontractors that they must confirm payments received from the Contractor in Pay Audit. The Pay Audit system can be accessed on the IDOA webpage at: </w:t>
      </w:r>
      <w:hyperlink r:id="rId14"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F97C66">
      <w:pPr>
        <w:spacing w:line="240" w:lineRule="auto"/>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5"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 xml:space="preserve">the Contractor for </w:t>
      </w:r>
      <w:proofErr w:type="gramStart"/>
      <w:r w:rsidRPr="00804C75">
        <w:rPr>
          <w:rFonts w:ascii="Times New Roman" w:hAnsi="Times New Roman" w:cs="Times New Roman"/>
        </w:rPr>
        <w:t>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proofErr w:type="gramEnd"/>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 xml:space="preserve">completed </w:t>
      </w:r>
      <w:r w:rsidRPr="00351EEC">
        <w:rPr>
          <w:rFonts w:ascii="Times New Roman" w:hAnsi="Times New Roman" w:cs="Times New Roman"/>
        </w:rPr>
        <w:lastRenderedPageBreak/>
        <w:t>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6183446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3.   The State will be defended, indemnified and held harmless to the full extent of any coverage </w:t>
      </w:r>
      <w:proofErr w:type="gramStart"/>
      <w:r w:rsidRPr="006E4F58">
        <w:rPr>
          <w:rFonts w:ascii="Times New Roman" w:eastAsia="Times New Roman" w:hAnsi="Times New Roman" w:cs="Times New Roman"/>
        </w:rPr>
        <w:t>actually secured</w:t>
      </w:r>
      <w:proofErr w:type="gramEnd"/>
      <w:r w:rsidRPr="006E4F58">
        <w:rPr>
          <w:rFonts w:ascii="Times New Roman" w:eastAsia="Times New Roman" w:hAnsi="Times New Roman" w:cs="Times New Roman"/>
        </w:rPr>
        <w:t xml:space="preserve">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w:t>
      </w:r>
      <w:proofErr w:type="gramStart"/>
      <w:r w:rsidRPr="006E4F58">
        <w:rPr>
          <w:rFonts w:ascii="Times New Roman" w:eastAsia="Times New Roman" w:hAnsi="Times New Roman" w:cs="Times New Roman"/>
        </w:rPr>
        <w:t>In the event that</w:t>
      </w:r>
      <w:proofErr w:type="gramEnd"/>
      <w:r w:rsidRPr="006E4F58">
        <w:rPr>
          <w:rFonts w:ascii="Times New Roman" w:eastAsia="Times New Roman" w:hAnsi="Times New Roman" w:cs="Times New Roman"/>
        </w:rPr>
        <w:t xml:space="preserve">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w:t>
      </w:r>
      <w:proofErr w:type="gramStart"/>
      <w:r w:rsidRPr="006E4F58">
        <w:rPr>
          <w:rFonts w:ascii="Times New Roman" w:eastAsia="Times New Roman" w:hAnsi="Times New Roman" w:cs="Times New Roman"/>
        </w:rPr>
        <w:t>at all times</w:t>
      </w:r>
      <w:proofErr w:type="gramEnd"/>
      <w:r w:rsidRPr="006E4F58">
        <w:rPr>
          <w:rFonts w:ascii="Times New Roman" w:eastAsia="Times New Roman" w:hAnsi="Times New Roman" w:cs="Times New Roman"/>
        </w:rPr>
        <w:t>,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lastRenderedPageBreak/>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6"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7"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w:t>
      </w:r>
      <w:proofErr w:type="gramStart"/>
      <w:r w:rsidRPr="008F7BF8">
        <w:rPr>
          <w:rFonts w:ascii="Times New Roman" w:hAnsi="Times New Roman" w:cs="Times New Roman"/>
        </w:rPr>
        <w:t>on a monthly basis</w:t>
      </w:r>
      <w:proofErr w:type="gramEnd"/>
      <w:r w:rsidRPr="008F7BF8">
        <w:rPr>
          <w:rFonts w:ascii="Times New Roman" w:hAnsi="Times New Roman" w:cs="Times New Roman"/>
        </w:rPr>
        <w:t xml:space="preserve"> using Pay Audit. The Contractor shall notify subcontractors that they must confirm payments received from the Contractor in Pay Audit. The Pay Audit system can be accessed on the IDOA webpage at: </w:t>
      </w:r>
      <w:hyperlink r:id="rId18"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755A4F3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477183"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0B81DC8"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477183">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4A7A422F"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 xml:space="preserve">and </w:t>
      </w:r>
      <w:r w:rsidR="00C96A72">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xml:space="preserve">.  The State is exempt from most state and local taxes and many federal taxes. The State will not be responsible for any taxes levied on the Contractor </w:t>
      </w:r>
      <w:proofErr w:type="gramStart"/>
      <w:r w:rsidRPr="006E4F58">
        <w:rPr>
          <w:rFonts w:ascii="Times New Roman" w:eastAsia="Times New Roman" w:hAnsi="Times New Roman" w:cs="Times New Roman"/>
        </w:rPr>
        <w:t>as a result of</w:t>
      </w:r>
      <w:proofErr w:type="gramEnd"/>
      <w:r w:rsidRPr="006E4F58">
        <w:rPr>
          <w:rFonts w:ascii="Times New Roman" w:eastAsia="Times New Roman" w:hAnsi="Times New Roman" w:cs="Times New Roman"/>
        </w:rPr>
        <w:t xml:space="preserve">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26AD784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nclude and is not limited to 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1.</w:t>
      </w:r>
      <w:r w:rsidRPr="006E4F58">
        <w:rPr>
          <w:rFonts w:ascii="Times New Roman" w:eastAsia="Times New Roman" w:hAnsi="Times New Roman" w:cs="Times New Roman"/>
        </w:rPr>
        <w:tab/>
        <w:t xml:space="preserve">Correct or cure any breach of this Contract; the time to correct or cure the breach may be extended beyond thirty (30) days if the State determines progress is being made and the extension is agreed to by the </w:t>
      </w:r>
      <w:proofErr w:type="gramStart"/>
      <w:r w:rsidRPr="006E4F58">
        <w:rPr>
          <w:rFonts w:ascii="Times New Roman" w:eastAsia="Times New Roman" w:hAnsi="Times New Roman" w:cs="Times New Roman"/>
        </w:rPr>
        <w:t>parties;</w:t>
      </w:r>
      <w:proofErr w:type="gramEnd"/>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 xml:space="preserve">Deliver the supplies or perform the services within the time specified in this Contract or any </w:t>
      </w:r>
      <w:proofErr w:type="gramStart"/>
      <w:r w:rsidRPr="006E4F58">
        <w:rPr>
          <w:rFonts w:ascii="Times New Roman" w:eastAsia="Times New Roman" w:hAnsi="Times New Roman" w:cs="Times New Roman"/>
        </w:rPr>
        <w:t>extension;</w:t>
      </w:r>
      <w:proofErr w:type="gramEnd"/>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 xml:space="preserve">Make progress </w:t>
      </w:r>
      <w:proofErr w:type="gramStart"/>
      <w:r w:rsidRPr="006E4F58">
        <w:rPr>
          <w:rFonts w:ascii="Times New Roman" w:eastAsia="Times New Roman" w:hAnsi="Times New Roman" w:cs="Times New Roman"/>
        </w:rPr>
        <w:t>so as to</w:t>
      </w:r>
      <w:proofErr w:type="gramEnd"/>
      <w:r w:rsidRPr="006E4F58">
        <w:rPr>
          <w:rFonts w:ascii="Times New Roman" w:eastAsia="Times New Roman" w:hAnsi="Times New Roman" w:cs="Times New Roman"/>
        </w:rPr>
        <w:t xml:space="preserve">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If the State terminates this Contract in whole or in part, it may acquire, under the terms and in the manner the State considers appropriate, supplies or services </w:t>
      </w:r>
      <w:proofErr w:type="gramStart"/>
      <w:r w:rsidRPr="006E4F58">
        <w:rPr>
          <w:rFonts w:ascii="Times New Roman" w:eastAsia="Times New Roman" w:hAnsi="Times New Roman" w:cs="Times New Roman"/>
        </w:rPr>
        <w:t>similar to</w:t>
      </w:r>
      <w:proofErr w:type="gramEnd"/>
      <w:r w:rsidRPr="006E4F58">
        <w:rPr>
          <w:rFonts w:ascii="Times New Roman" w:eastAsia="Times New Roman" w:hAnsi="Times New Roman" w:cs="Times New Roman"/>
        </w:rPr>
        <w:t xml:space="preserve">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4F577F0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w:t>
      </w:r>
      <w:r w:rsidR="00D8095E" w:rsidRPr="00EF4517">
        <w:rPr>
          <w:rFonts w:ascii="Times New Roman" w:eastAsia="Times New Roman" w:hAnsi="Times New Roman" w:cs="Times New Roman"/>
          <w:i/>
          <w:iCs/>
        </w:rPr>
        <w:t>Indiana Department of Administration</w:t>
      </w:r>
      <w:r w:rsidR="00573ED0" w:rsidRPr="00906E3B">
        <w:rPr>
          <w:rFonts w:ascii="Times New Roman" w:eastAsia="Times New Roman" w:hAnsi="Times New Roman" w:cs="Times New Roman"/>
          <w:i/>
        </w:rPr>
        <w:t xml:space="preserve"> Travel Polic</w:t>
      </w:r>
      <w:r w:rsidR="00EF4517">
        <w:rPr>
          <w:rFonts w:ascii="Times New Roman" w:eastAsia="Times New Roman" w:hAnsi="Times New Roman" w:cs="Times New Roman"/>
          <w:i/>
        </w:rPr>
        <w:t>y</w:t>
      </w:r>
      <w:r w:rsidR="00573ED0" w:rsidRPr="00906E3B">
        <w:rPr>
          <w:rFonts w:ascii="Times New Roman" w:eastAsia="Times New Roman" w:hAnsi="Times New Roman" w:cs="Times New Roman"/>
          <w:i/>
        </w:rPr>
        <w:t xml:space="preserve">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EF4517">
        <w:rPr>
          <w:rFonts w:ascii="Times New Roman" w:eastAsia="Times New Roman" w:hAnsi="Times New Roman" w:cs="Times New Roman"/>
          <w:i/>
        </w:rPr>
        <w:t>Travel Policy</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xml:space="preserve">.  The Contractor shall execute its responsibilities by following and </w:t>
      </w:r>
      <w:proofErr w:type="gramStart"/>
      <w:r w:rsidRPr="006E4F58">
        <w:rPr>
          <w:rFonts w:ascii="Times New Roman" w:eastAsia="Times New Roman" w:hAnsi="Times New Roman" w:cs="Times New Roman"/>
        </w:rPr>
        <w:t>applying at all times</w:t>
      </w:r>
      <w:proofErr w:type="gramEnd"/>
      <w:r w:rsidRPr="006E4F58">
        <w:rPr>
          <w:rFonts w:ascii="Times New Roman" w:eastAsia="Times New Roman" w:hAnsi="Times New Roman" w:cs="Times New Roman"/>
        </w:rPr>
        <w:t xml:space="preserve">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13F5C5A7"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w:t>
      </w:r>
      <w:r>
        <w:rPr>
          <w:rFonts w:ascii="Times New Roman" w:eastAsia="Times New Roman" w:hAnsi="Times New Roman" w:cs="Times New Roman"/>
          <w:i/>
        </w:rPr>
        <w:t>20</w:t>
      </w:r>
      <w:r w:rsidR="00C25290">
        <w:rPr>
          <w:rFonts w:ascii="Times New Roman" w:eastAsia="Times New Roman" w:hAnsi="Times New Roman" w:cs="Times New Roman"/>
          <w:i/>
        </w:rPr>
        <w:t>2</w:t>
      </w:r>
      <w:r w:rsidR="00EF4517">
        <w:rPr>
          <w:rFonts w:ascii="Times New Roman" w:eastAsia="Times New Roman" w:hAnsi="Times New Roman" w:cs="Times New Roman"/>
          <w:i/>
        </w:rPr>
        <w:t>2</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 xml:space="preserve">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2F744F17" w14:textId="202F88DE" w:rsidR="00B51514" w:rsidRDefault="00B51514" w:rsidP="001B3C6C">
      <w:pPr>
        <w:tabs>
          <w:tab w:val="num" w:pos="0"/>
        </w:tabs>
        <w:spacing w:after="0" w:line="240" w:lineRule="auto"/>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9" w:history="1">
        <w:r w:rsidR="003A5EFE" w:rsidRPr="003A5EFE">
          <w:rPr>
            <w:rStyle w:val="Hyperlink"/>
            <w:rFonts w:ascii="Times New Roman" w:hAnsi="Times New Roman" w:cs="Times New Roman"/>
          </w:rPr>
          <w:t>https://secure.in.gov/apps/idoa/contractsearch/</w:t>
        </w:r>
      </w:hyperlink>
      <w:r w:rsidR="003A5EFE">
        <w:t xml:space="preserve"> </w:t>
      </w:r>
    </w:p>
    <w:p w14:paraId="5AA26944" w14:textId="77777777" w:rsidR="003A5EFE" w:rsidRDefault="003A5EFE" w:rsidP="001B3C6C">
      <w:pPr>
        <w:tabs>
          <w:tab w:val="num" w:pos="0"/>
        </w:tabs>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and the State have, through their duly authorized representatives,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47844887" w:rsidR="00F0508A" w:rsidRPr="00F0508A" w:rsidRDefault="00670684"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B70AFF">
        <w:rPr>
          <w:rFonts w:ascii="Times New Roman" w:eastAsia="Times New Roman" w:hAnsi="Times New Roman" w:cs="Times New Roman"/>
        </w:rPr>
        <w:t>Joseph M. Habig, Acting State Budget Director</w:t>
      </w:r>
      <w:r w:rsidR="00B70AFF" w:rsidRPr="003418CD">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5831D8BF" w:rsidR="00F0508A" w:rsidRPr="00F0508A" w:rsidRDefault="00F216B0"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w:t>
      </w:r>
      <w:r w:rsidR="00F0508A" w:rsidRPr="00F0508A">
        <w:rPr>
          <w:rFonts w:ascii="Times New Roman" w:eastAsia="Times New Roman" w:hAnsi="Times New Roman" w:cs="Times New Roman"/>
        </w:rPr>
        <w:t xml:space="preserve">_______________________________ </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lastRenderedPageBreak/>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4B4CBB" w14:textId="77777777" w:rsidR="00D35687" w:rsidRDefault="00D35687" w:rsidP="00C96F20">
      <w:pPr>
        <w:spacing w:after="0" w:line="240" w:lineRule="auto"/>
      </w:pPr>
      <w:r>
        <w:separator/>
      </w:r>
    </w:p>
  </w:endnote>
  <w:endnote w:type="continuationSeparator" w:id="0">
    <w:p w14:paraId="3B68926D" w14:textId="77777777" w:rsidR="00D35687" w:rsidRDefault="00D35687"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510B962A" w:rsidR="00AA11FE" w:rsidRPr="00C96F20" w:rsidRDefault="00C27B87" w:rsidP="00C27B87">
    <w:pPr>
      <w:pStyle w:val="Footer"/>
      <w:rPr>
        <w:sz w:val="20"/>
        <w:szCs w:val="20"/>
      </w:rPr>
    </w:pPr>
    <w:r>
      <w:rPr>
        <w:bCs/>
        <w:sz w:val="20"/>
        <w:szCs w:val="20"/>
      </w:rPr>
      <w:t>4/2024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25049E" w14:textId="77777777" w:rsidR="00D35687" w:rsidRDefault="00D35687" w:rsidP="00C96F20">
      <w:pPr>
        <w:spacing w:after="0" w:line="240" w:lineRule="auto"/>
      </w:pPr>
      <w:r>
        <w:separator/>
      </w:r>
    </w:p>
  </w:footnote>
  <w:footnote w:type="continuationSeparator" w:id="0">
    <w:p w14:paraId="7F918E87" w14:textId="77777777" w:rsidR="00D35687" w:rsidRDefault="00D35687"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1600140238">
    <w:abstractNumId w:val="5"/>
  </w:num>
  <w:num w:numId="2" w16cid:durableId="148716307">
    <w:abstractNumId w:val="0"/>
  </w:num>
  <w:num w:numId="3" w16cid:durableId="1971742837">
    <w:abstractNumId w:val="1"/>
  </w:num>
  <w:num w:numId="4" w16cid:durableId="404230088">
    <w:abstractNumId w:val="3"/>
  </w:num>
  <w:num w:numId="5" w16cid:durableId="979074133">
    <w:abstractNumId w:val="2"/>
  </w:num>
  <w:num w:numId="6" w16cid:durableId="13067438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87CFF"/>
    <w:rsid w:val="00094DA4"/>
    <w:rsid w:val="000A5FFB"/>
    <w:rsid w:val="00105774"/>
    <w:rsid w:val="001579A3"/>
    <w:rsid w:val="001739B8"/>
    <w:rsid w:val="00187140"/>
    <w:rsid w:val="00187501"/>
    <w:rsid w:val="00196CC0"/>
    <w:rsid w:val="001B20C7"/>
    <w:rsid w:val="001B3C6C"/>
    <w:rsid w:val="001E6CEE"/>
    <w:rsid w:val="00202E37"/>
    <w:rsid w:val="00206A95"/>
    <w:rsid w:val="0025187C"/>
    <w:rsid w:val="00260DA0"/>
    <w:rsid w:val="00291E2A"/>
    <w:rsid w:val="002A617D"/>
    <w:rsid w:val="002B190C"/>
    <w:rsid w:val="002E3E1F"/>
    <w:rsid w:val="002F1560"/>
    <w:rsid w:val="002F2B6B"/>
    <w:rsid w:val="00344D68"/>
    <w:rsid w:val="003A027C"/>
    <w:rsid w:val="003A5EFE"/>
    <w:rsid w:val="003E024F"/>
    <w:rsid w:val="003E4E84"/>
    <w:rsid w:val="003E6C08"/>
    <w:rsid w:val="00413DA7"/>
    <w:rsid w:val="00427A2A"/>
    <w:rsid w:val="00445F9E"/>
    <w:rsid w:val="00474019"/>
    <w:rsid w:val="00477183"/>
    <w:rsid w:val="00497D2B"/>
    <w:rsid w:val="004B543A"/>
    <w:rsid w:val="004C48C7"/>
    <w:rsid w:val="004D269A"/>
    <w:rsid w:val="004D718B"/>
    <w:rsid w:val="00506D5C"/>
    <w:rsid w:val="00512F1D"/>
    <w:rsid w:val="0052585E"/>
    <w:rsid w:val="00552EFB"/>
    <w:rsid w:val="00572EFD"/>
    <w:rsid w:val="00573ED0"/>
    <w:rsid w:val="005B3DEB"/>
    <w:rsid w:val="005F0D6B"/>
    <w:rsid w:val="00611680"/>
    <w:rsid w:val="006157BA"/>
    <w:rsid w:val="00617E36"/>
    <w:rsid w:val="00623E6B"/>
    <w:rsid w:val="00651905"/>
    <w:rsid w:val="00657CD7"/>
    <w:rsid w:val="00670684"/>
    <w:rsid w:val="00674611"/>
    <w:rsid w:val="00675C15"/>
    <w:rsid w:val="006A0226"/>
    <w:rsid w:val="006E4F58"/>
    <w:rsid w:val="006F3B5E"/>
    <w:rsid w:val="006F516E"/>
    <w:rsid w:val="007004AF"/>
    <w:rsid w:val="007145B5"/>
    <w:rsid w:val="007412B2"/>
    <w:rsid w:val="00746278"/>
    <w:rsid w:val="007645D6"/>
    <w:rsid w:val="00782C06"/>
    <w:rsid w:val="007A3C99"/>
    <w:rsid w:val="007D3AD3"/>
    <w:rsid w:val="007F284D"/>
    <w:rsid w:val="007F468B"/>
    <w:rsid w:val="00832BC2"/>
    <w:rsid w:val="00833B43"/>
    <w:rsid w:val="008C1ADE"/>
    <w:rsid w:val="008F7BF8"/>
    <w:rsid w:val="00902E76"/>
    <w:rsid w:val="00922B2E"/>
    <w:rsid w:val="00946970"/>
    <w:rsid w:val="00960CD4"/>
    <w:rsid w:val="00965EFD"/>
    <w:rsid w:val="00967508"/>
    <w:rsid w:val="00985F5A"/>
    <w:rsid w:val="009C3620"/>
    <w:rsid w:val="00A222CE"/>
    <w:rsid w:val="00A654E9"/>
    <w:rsid w:val="00AA11FE"/>
    <w:rsid w:val="00AA3DDD"/>
    <w:rsid w:val="00AA6E84"/>
    <w:rsid w:val="00AD2E37"/>
    <w:rsid w:val="00AD39F3"/>
    <w:rsid w:val="00AF3B2B"/>
    <w:rsid w:val="00AF4974"/>
    <w:rsid w:val="00B164EF"/>
    <w:rsid w:val="00B50BE2"/>
    <w:rsid w:val="00B51514"/>
    <w:rsid w:val="00B70AFF"/>
    <w:rsid w:val="00C05BE2"/>
    <w:rsid w:val="00C25290"/>
    <w:rsid w:val="00C27B87"/>
    <w:rsid w:val="00C27C59"/>
    <w:rsid w:val="00C63D21"/>
    <w:rsid w:val="00C82C5D"/>
    <w:rsid w:val="00C83907"/>
    <w:rsid w:val="00C96A72"/>
    <w:rsid w:val="00C96F20"/>
    <w:rsid w:val="00CF5CA3"/>
    <w:rsid w:val="00D0184B"/>
    <w:rsid w:val="00D16C15"/>
    <w:rsid w:val="00D17F23"/>
    <w:rsid w:val="00D225EE"/>
    <w:rsid w:val="00D35687"/>
    <w:rsid w:val="00D4443D"/>
    <w:rsid w:val="00D515C5"/>
    <w:rsid w:val="00D52F9A"/>
    <w:rsid w:val="00D574E0"/>
    <w:rsid w:val="00D602F0"/>
    <w:rsid w:val="00D67CFA"/>
    <w:rsid w:val="00D8095E"/>
    <w:rsid w:val="00DA3AAA"/>
    <w:rsid w:val="00DC6E9A"/>
    <w:rsid w:val="00E10ABB"/>
    <w:rsid w:val="00E24805"/>
    <w:rsid w:val="00E2778B"/>
    <w:rsid w:val="00E90E81"/>
    <w:rsid w:val="00E93E1F"/>
    <w:rsid w:val="00EA6C61"/>
    <w:rsid w:val="00EE3B98"/>
    <w:rsid w:val="00EF309B"/>
    <w:rsid w:val="00EF4517"/>
    <w:rsid w:val="00F0508A"/>
    <w:rsid w:val="00F216B0"/>
    <w:rsid w:val="00F2585D"/>
    <w:rsid w:val="00F4772B"/>
    <w:rsid w:val="00F62718"/>
    <w:rsid w:val="00F72519"/>
    <w:rsid w:val="00F970EE"/>
    <w:rsid w:val="00F97C66"/>
    <w:rsid w:val="00FB0B9B"/>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character" w:styleId="UnresolvedMention">
    <w:name w:val="Unresolved Mention"/>
    <w:basedOn w:val="DefaultParagraphFont"/>
    <w:uiPriority w:val="99"/>
    <w:semiHidden/>
    <w:unhideWhenUsed/>
    <w:rsid w:val="003A5E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dianaveteranspreference@idoa.IN.gov" TargetMode="External"/><Relationship Id="rId18" Type="http://schemas.openxmlformats.org/officeDocument/2006/relationships/hyperlink" Target="http://www.in.gov/idoa/mwbe/payaudit.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 TargetMode="External"/><Relationship Id="rId17" Type="http://schemas.openxmlformats.org/officeDocument/2006/relationships/hyperlink" Target="mailto:MWBECompliance@idoa.IN.gov" TargetMode="Externa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dianaVeteransPreference@idoa.IN.gov" TargetMode="External"/><Relationship Id="rId5" Type="http://schemas.openxmlformats.org/officeDocument/2006/relationships/styles" Target="styles.xml"/><Relationship Id="rId15" Type="http://schemas.openxmlformats.org/officeDocument/2006/relationships/hyperlink" Target="https://www.in.gov/iot/2394.htm" TargetMode="External"/><Relationship Id="rId10" Type="http://schemas.openxmlformats.org/officeDocument/2006/relationships/hyperlink" Target="http://www.in.gov/ig/" TargetMode="External"/><Relationship Id="rId19" Type="http://schemas.openxmlformats.org/officeDocument/2006/relationships/hyperlink" Target="https://secure.in.gov/apps/idoa/contractsearc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gov/idoa/mwbe/payaudit.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0809C2-C743-4493-9406-36835F9860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F80FD7-02DA-4D54-8070-7F13E742468D}">
  <ds:schemaRefs>
    <ds:schemaRef ds:uri="http://schemas.microsoft.com/sharepoint/v3/contenttype/forms"/>
  </ds:schemaRefs>
</ds:datastoreItem>
</file>

<file path=customXml/itemProps3.xml><?xml version="1.0" encoding="utf-8"?>
<ds:datastoreItem xmlns:ds="http://schemas.openxmlformats.org/officeDocument/2006/customXml" ds:itemID="{341DA62D-E86A-4BE8-ACC6-B1AE1200DD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8032</Words>
  <Characters>45783</Characters>
  <Application>Microsoft Office Word</Application>
  <DocSecurity>0</DocSecurity>
  <Lines>381</Lines>
  <Paragraphs>107</Paragraphs>
  <ScaleCrop>false</ScaleCrop>
  <Company/>
  <LinksUpToDate>false</LinksUpToDate>
  <CharactersWithSpaces>53708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2024-08-09T15:12:00Z</dcterms:created>
  <dcterms:modified xsi:type="dcterms:W3CDTF">2024-08-09T15:12:00Z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